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3D17954D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B24BB8" w:rsidRPr="00B24BB8">
        <w:rPr>
          <w:szCs w:val="20"/>
          <w:lang w:val="sr-Latn-RS"/>
        </w:rPr>
        <w:t xml:space="preserve"> </w:t>
      </w:r>
      <w:r w:rsidR="00532B6A">
        <w:rPr>
          <w:szCs w:val="20"/>
          <w:lang w:val="sr-Latn-RS"/>
        </w:rPr>
        <w:t>I</w:t>
      </w:r>
      <w:r w:rsidR="00B24BB8" w:rsidRPr="00B24BB8">
        <w:rPr>
          <w:szCs w:val="20"/>
          <w:lang w:val="sr-Latn-RS"/>
        </w:rPr>
        <w:t>V</w:t>
      </w:r>
      <w:r w:rsidR="00B24BB8" w:rsidRPr="00B24BB8">
        <w:rPr>
          <w:szCs w:val="20"/>
          <w:lang w:val="sr-Cyrl-RS"/>
        </w:rPr>
        <w:t>/20</w:t>
      </w:r>
      <w:r w:rsidR="00B24BB8" w:rsidRPr="00B24BB8">
        <w:rPr>
          <w:szCs w:val="20"/>
          <w:lang w:val="sr-Latn-RS"/>
        </w:rPr>
        <w:t>2</w:t>
      </w:r>
      <w:r w:rsidR="00532B6A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58C0F35E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5E3790">
        <w:rPr>
          <w:b/>
          <w:lang w:val="sr-Latn-RS"/>
        </w:rPr>
        <w:t>7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5E3790" w:rsidRPr="00617677">
        <w:rPr>
          <w:b/>
          <w:lang w:val="ru-RU"/>
        </w:rPr>
        <w:t>ЛАБОРАТОРИЈСКО СТАКЛО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3F07F2C2" w:rsidR="00B758A6" w:rsidRPr="00A26CCF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A26CCF" w:rsidRPr="00423800">
          <w:rPr>
            <w:rStyle w:val="Hyperlink"/>
            <w:bCs/>
            <w:lang w:val="en-US" w:eastAsia="sr-Latn-CS"/>
          </w:rPr>
          <w:t>javne</w:t>
        </w:r>
        <w:r w:rsidR="00A26CCF" w:rsidRPr="00423800">
          <w:rPr>
            <w:rStyle w:val="Hyperlink"/>
            <w:bCs/>
            <w:lang w:val="ru-RU" w:eastAsia="sr-Latn-CS"/>
          </w:rPr>
          <w:t>.</w:t>
        </w:r>
        <w:r w:rsidR="00A26CCF" w:rsidRPr="00423800">
          <w:rPr>
            <w:rStyle w:val="Hyperlink"/>
            <w:bCs/>
            <w:lang w:val="en-US" w:eastAsia="sr-Latn-CS"/>
          </w:rPr>
          <w:t>nabavke</w:t>
        </w:r>
        <w:r w:rsidR="00A26CCF" w:rsidRPr="00423800">
          <w:rPr>
            <w:rStyle w:val="Hyperlink"/>
            <w:bCs/>
            <w:lang w:val="ru-RU" w:eastAsia="sr-Latn-CS"/>
          </w:rPr>
          <w:t>@</w:t>
        </w:r>
        <w:r w:rsidR="00A26CCF" w:rsidRPr="00423800">
          <w:rPr>
            <w:rStyle w:val="Hyperlink"/>
            <w:bCs/>
            <w:lang w:val="en-US" w:eastAsia="sr-Latn-CS"/>
          </w:rPr>
          <w:t>zjzpa</w:t>
        </w:r>
        <w:r w:rsidR="00A26CCF" w:rsidRPr="00423800">
          <w:rPr>
            <w:rStyle w:val="Hyperlink"/>
            <w:bCs/>
            <w:lang w:val="ru-RU" w:eastAsia="sr-Latn-CS"/>
          </w:rPr>
          <w:t>.</w:t>
        </w:r>
        <w:r w:rsidR="00A26CCF" w:rsidRPr="00423800">
          <w:rPr>
            <w:rStyle w:val="Hyperlink"/>
            <w:bCs/>
            <w:lang w:val="sr-Latn-RS" w:eastAsia="sr-Latn-CS"/>
          </w:rPr>
          <w:t>org.rs</w:t>
        </w:r>
      </w:hyperlink>
      <w:r w:rsidR="00A26CCF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35D00"/>
    <w:rsid w:val="00255AFE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C566B"/>
    <w:rsid w:val="004E49E4"/>
    <w:rsid w:val="00532B6A"/>
    <w:rsid w:val="00570E24"/>
    <w:rsid w:val="005A48D4"/>
    <w:rsid w:val="005B3F46"/>
    <w:rsid w:val="005E3790"/>
    <w:rsid w:val="00617677"/>
    <w:rsid w:val="00647975"/>
    <w:rsid w:val="006D6DCC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26CCF"/>
    <w:rsid w:val="00A65609"/>
    <w:rsid w:val="00A72312"/>
    <w:rsid w:val="00A75C17"/>
    <w:rsid w:val="00A94055"/>
    <w:rsid w:val="00AA4928"/>
    <w:rsid w:val="00AE2633"/>
    <w:rsid w:val="00B105E0"/>
    <w:rsid w:val="00B22668"/>
    <w:rsid w:val="00B24BB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102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2021-07-15T13:27:00Z</dcterms:created>
  <dcterms:modified xsi:type="dcterms:W3CDTF">2024-04-01T08:19:00Z</dcterms:modified>
</cp:coreProperties>
</file>